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a8125ab882945c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Zahlenreihe</w:t>
      </w:r>
    </w:p>
    <w:p>
      <w:pPr>
        <w:pStyle w:val="IQB-Teilaufgabengrafik"/>
      </w:pPr>
      <w:r>
        <w:drawing>
          <wp:inline distT="0" distB="0" distL="0" distR="0">
            <wp:extent cx="5832000" cy="198495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346dc624bfd4a7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8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346dc624bfd4a7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2020-09-01T06:33:21.9361448Z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