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1efeb60e5915490f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Zahlenpaare 1</w:t>
      </w:r>
    </w:p>
    <w:p>
      <w:pPr>
        <w:pStyle w:val="IQB-Teilaufgabengrafik"/>
      </w:pPr>
      <w:r>
        <w:drawing>
          <wp:inline distT="0" distB="0" distL="0" distR="0">
            <wp:extent cx="5832000" cy="355402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4f493d72b1774046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554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4f493d72b1774046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2020-09-01T06:33:23.7802393Z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