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3e8380a751d427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Zahlenfolge untersuchen</w:t>
      </w:r>
    </w:p>
    <w:p>
      <w:pPr>
        <w:pStyle w:val="IQB-Teilaufgabengrafik"/>
      </w:pPr>
      <w:r>
        <w:drawing>
          <wp:inline distT="0" distB="0" distL="0" distR="0">
            <wp:extent cx="5832000" cy="228742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8ddf65adc5d425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87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8ddf65adc5d425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2020-09-01T06:33:44.5928197Z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