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1750b99896f4aa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Welche Aufgabe</w:t>
      </w:r>
    </w:p>
    <w:p>
      <w:pPr>
        <w:pStyle w:val="IQB-Teilaufgabengrafik"/>
      </w:pPr>
      <w:r>
        <w:drawing>
          <wp:inline distT="0" distB="0" distL="0" distR="0">
            <wp:extent cx="5832000" cy="17798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60f7ab006414cd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60f7ab006414c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2020-09-01T06:33:44.0300722Z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