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de428aa0bc54e8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Stellenwert Punkte</w:t>
      </w:r>
    </w:p>
    <w:p>
      <w:pPr>
        <w:pStyle w:val="IQB-Teilaufgabengrafik"/>
      </w:pPr>
      <w:r>
        <w:drawing>
          <wp:inline distT="0" distB="0" distL="0" distR="0">
            <wp:extent cx="5832000" cy="266551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f8a03f3896d495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65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f8a03f3896d495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2020-09-01T06:33:43.7648955Z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