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b15ee61c764c4403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Rechenturm</w:t>
      </w:r>
    </w:p>
    <w:p>
      <w:pPr>
        <w:pStyle w:val="IQB-Teilaufgabengrafik"/>
      </w:pPr>
      <w:r>
        <w:drawing>
          <wp:inline distT="0" distB="0" distL="0" distR="0">
            <wp:extent cx="5832000" cy="1833724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c1c88a9208114525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833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c1c88a9208114525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2020-09-01T06:33:41.4051924Z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