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dd81eb694b6437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Rechenmuster fortsetzen</w:t>
      </w:r>
    </w:p>
    <w:p>
      <w:pPr>
        <w:pStyle w:val="IQB-Teilaufgabengrafik"/>
      </w:pPr>
      <w:r>
        <w:drawing>
          <wp:inline distT="0" distB="0" distL="0" distR="0">
            <wp:extent cx="5832000" cy="200711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e0dc0f5c863463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007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e0dc0f5c863463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2020-09-01T06:33:29.0673640Z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