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ec06f68362554d2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Quadratmuster</w:t>
      </w:r>
    </w:p>
    <w:p>
      <w:pPr>
        <w:pStyle w:val="IQB-Teilaufgabengrafik"/>
      </w:pPr>
      <w:r>
        <w:drawing>
          <wp:inline distT="0" distB="0" distL="0" distR="0">
            <wp:extent cx="5832000" cy="2610214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452a2547fc7f4f6b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610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452a2547fc7f4f6b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Jessica Casties</dc:creator>
  <lastModifiedBy>Jessica Casties</lastModifiedBy>
  <revision>4</revision>
  <lastPrinted>2012-12-11T10:05:00.0000000Z</lastPrinted>
  <dcterms:created xsi:type="dcterms:W3CDTF">2020-11-26T17:17:17.8154997Z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castisje; 26.11.2020</vt:lpwstr>
  </op:property>
</op:Properties>
</file>