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9a54ff6dabba409c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Nussecken</w:t>
      </w:r>
    </w:p>
    <w:p>
      <w:pPr>
        <w:pStyle w:val="IQB-Teilaufgabengrafik"/>
      </w:pPr>
      <w:r>
        <w:drawing>
          <wp:inline distT="0" distB="0" distL="0" distR="0">
            <wp:extent cx="5832000" cy="291600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b34ffc5fe5e74d4f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9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b34ffc5fe5e74d4f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2020-09-01T06:33:29.3427396Z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