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1b1bc2d677c45d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Musterfolge</w:t>
      </w:r>
    </w:p>
    <w:p>
      <w:pPr>
        <w:pStyle w:val="IQB-Teilaufgabengrafik"/>
      </w:pPr>
      <w:r>
        <w:drawing>
          <wp:inline distT="0" distB="0" distL="0" distR="0">
            <wp:extent cx="5832000" cy="198818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0cbba1436b194d0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988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0cbba1436b194d07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2020-09-01T06:33:42.9363902Z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