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8cda462030c4e8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Müsli Zutaten</w:t>
      </w:r>
    </w:p>
    <w:p>
      <w:pPr>
        <w:pStyle w:val="IQB-Teilaufgabengrafik"/>
      </w:pPr>
      <w:r>
        <w:drawing>
          <wp:inline distT="0" distB="0" distL="0" distR="0">
            <wp:extent cx="5832000" cy="36639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53bd2e402a446c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66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53bd2e402a446c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2020-09-01T06:33:26.0141596Z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