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e539858dae084fba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Katzenfutter</w:t>
      </w:r>
    </w:p>
    <w:p>
      <w:pPr>
        <w:pStyle w:val="IQB-Teilaufgabengrafik"/>
      </w:pPr>
      <w:r>
        <w:drawing>
          <wp:inline distT="0" distB="0" distL="0" distR="0">
            <wp:extent cx="5832000" cy="1098234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2c85e96699b046bd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098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2c85e96699b046bd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2020-09-01T06:33:41.1241643Z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