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9648d67f3d4480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Fußgänger</w:t>
      </w:r>
    </w:p>
    <w:p>
      <w:pPr>
        <w:pStyle w:val="IQB-Teilaufgabengrafik"/>
      </w:pPr>
      <w:r>
        <w:drawing>
          <wp:inline distT="0" distB="0" distL="0" distR="0">
            <wp:extent cx="5832000" cy="177989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8e7d0b46dab417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779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b8e7d0b46dab417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2020-09-01T06:33:40.8426469Z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