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4a8372c7f17400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Finde die Regel</w:t>
      </w:r>
    </w:p>
    <w:p>
      <w:pPr>
        <w:pStyle w:val="IQB-Teilaufgabengrafik"/>
      </w:pPr>
      <w:r>
        <w:drawing>
          <wp:inline distT="0" distB="0" distL="0" distR="0">
            <wp:extent cx="5832000" cy="198495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2b438c7c396430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84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2b438c7c396430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2020-09-01T06:33:40.5456824Z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