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9b0208981d5b4db9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Bleitstifte</w:t>
      </w:r>
    </w:p>
    <w:p>
      <w:pPr>
        <w:pStyle w:val="IQB-Teilaufgabengrafik"/>
      </w:pPr>
      <w:r>
        <w:drawing>
          <wp:inline distT="0" distB="0" distL="0" distR="0">
            <wp:extent cx="5832000" cy="1770429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6171b492c70b48dd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770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6171b492c70b48dd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2020-09-01T06:33:41.9366456Z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