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fed404a2f144a5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Zahlenreihe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4. Kästchen wurde angekreuzt.(12)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2020-12-14T10:36:43.3242548Z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