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3d645ac3602493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Zahlenreihe</w:t>
      </w:r>
    </w:p>
    <w:p>
      <w:pPr>
        <w:pStyle w:val="IQB-Teilaufgabengrafik"/>
      </w:pPr>
      <w:r>
        <w:drawing>
          <wp:inline distT="0" distB="0" distL="0" distR="0">
            <wp:extent cx="5832000" cy="242921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380029f3c8249f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42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380029f3c8249f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2023-06-16T08:25:24.1748901Z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