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8e9fd787e0ae426d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Zahlenpaare 2</w:t>
      </w:r>
    </w:p>
    <w:p>
      <w:pPr>
        <w:pStyle w:val="IQB-Teilaufgabentitel"/>
      </w:pPr>
      <w:r>
        <w:t>Teilaufgabe 1:</w:t>
      </w:r>
    </w:p>
    <w:tbl>
      <w:tblPr>
        <w:tblBorders>
          <w:top w:val="single" w:sz="4"/>
          <w:bottom w:val="single" w:sz="4"/>
          <w:left w:val="single" w:sz="4"/>
          <w:right w:val="single" w:sz="4"/>
          <w:insideH w:val="single" w:sz="1"/>
          <w:insideV w:val="single" w:sz="1"/>
        </w:tblBorders>
      </w:tblP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14</w:t>
            </w:r>
          </w:p>
        </w:tc>
      </w:tr>
    </w:tbl>
    <w:p>
      <w:pPr>
        <w:pStyle w:val="IQB-Teilaufgabentitel"/>
      </w:pPr>
      <w:r>
        <w:t>Teilaufgabe 2:</w:t>
      </w:r>
    </w:p>
    <w:tbl>
      <w:tblPr>
        <w:tblBorders>
          <w:top w:val="single" w:sz="4"/>
          <w:bottom w:val="single" w:sz="4"/>
          <w:left w:val="single" w:sz="4"/>
          <w:right w:val="single" w:sz="4"/>
          <w:insideH w:val="single" w:sz="1"/>
          <w:insideV w:val="single" w:sz="1"/>
        </w:tblBorders>
      </w:tblP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Alle Lösungen, bei denen die Zahl im linken Kästchen die Hälfte der Zahl im rechten Kästchen ist. </w:t>
            </w:r>
          </w:p>
          <w:p>
            <w:pPr>
              <w:pStyle w:val="IQB-RSNormal"/>
            </w:pPr>
            <w:r>
              <w:t xml:space="preserve">ODER</w:t>
            </w:r>
          </w:p>
          <w:p>
            <w:pPr>
              <w:pStyle w:val="IQB-RSNormal"/>
            </w:pPr>
            <w:r>
              <w:t xml:space="preserve">Zahlenpaar 0 und 0</w:t>
            </w:r>
          </w:p>
          <w:p>
            <w:pPr>
              <w:pStyle w:val="IQB-RSNormal"/>
            </w:pPr>
            <w:r>
              <w:t xml:space="preserve">ODER </w:t>
            </w:r>
          </w:p>
          <w:p>
            <w:pPr>
              <w:pStyle w:val="IQB-RSNormal"/>
            </w:pPr>
            <w:r>
              <w:t xml:space="preserve">Teilaufgabe a) falsch, Teilaufgabe b) wurde aber richtig gelöst.</w:t>
            </w:r>
          </w:p>
        </w:tc>
      </w:tr>
      <w:tr>
        <w:tc>
          <w:p>
            <w:pPr>
              <w:pStyle w:val="IQB-RSCodeValue"/>
            </w:pPr>
            <w:r>
              <w:t>FALSCH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Alle anderen Antworten ODER Zahlenpaare, die aus den Beispielen in der Teilaufgabe a) übernommen wurden.</w:t>
            </w:r>
          </w:p>
        </w:tc>
      </w:tr>
    </w:tbl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0788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E0788B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E0788B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E0788B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E0788B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2A40F8-57DC-4FDB-A8D6-ECFAA85B7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Caroline Siri Baumbach</dc:creator>
  <lastModifiedBy>Caroline Siri Baumbach</lastModifiedBy>
  <revision>4</revision>
  <lastPrinted>2012-12-11T10:05:00.0000000Z</lastPrinted>
  <dcterms:created xsi:type="dcterms:W3CDTF">2020-12-14T10:36:47.3243320Z</dcterms:created>
  <dcterms:modified xsi:type="dcterms:W3CDTF">2016-04-07T13:14:00.0000000Z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_online Auswertungen Hauptdurchgang VERA; baumbasi; 14.12.2020</vt:lpwstr>
  </op:property>
</op:Properties>
</file>