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1fe4bf0a4ec418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Zahlenpaare 2</w:t>
      </w:r>
    </w:p>
    <w:p>
      <w:pPr>
        <w:pStyle w:val="IQB-Teilaufgabengrafik"/>
      </w:pPr>
      <w:r>
        <w:drawing>
          <wp:inline distT="0" distB="0" distL="0" distR="0">
            <wp:extent cx="5832000" cy="270332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c65f3c209064ee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70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c65f3c209064ee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2023-06-16T08:25:31.3154827Z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