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d3114ddfe7d54b64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Zahlenpaare 1</w:t>
      </w:r>
    </w:p>
    <w:p>
      <w:pPr>
        <w:pStyle w:val="IQB-Teilaufgabengrafik"/>
      </w:pPr>
      <w:r>
        <w:drawing>
          <wp:inline distT="0" distB="0" distL="0" distR="0">
            <wp:extent cx="5832000" cy="4045536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889e6926c0f64db0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4045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889e6926c0f64db0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2023-06-16T08:25:24.6430692Z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