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cb2899a0e24435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Zahlenfolge untersuchen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2. Kästchen wurde angekreuzt (jeweils x 2 rechnen).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2020-12-14T10:36:47.3715822Z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