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137214e861543b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Zahlenfolge untersuchen</w:t>
      </w:r>
    </w:p>
    <w:p>
      <w:pPr>
        <w:pStyle w:val="IQB-Teilaufgabengrafik"/>
      </w:pPr>
      <w:r>
        <w:drawing>
          <wp:inline distT="0" distB="0" distL="0" distR="0">
            <wp:extent cx="5832000" cy="274113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a29e23798386432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74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a29e23798386432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2023-06-16T08:25:31.5184743Z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