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16ff67933b04f6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Zahlenfolgen 2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12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35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104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2020-12-14T10:36:45.7304931Z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