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489e162fef048e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Zahlenfolge 1 </w:t>
      </w:r>
    </w:p>
    <w:p>
      <w:pPr>
        <w:pStyle w:val="IQB-Teilaufgabengrafik"/>
      </w:pPr>
      <w:r>
        <w:drawing>
          <wp:inline distT="0" distB="0" distL="0" distR="0">
            <wp:extent cx="5832000" cy="506637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f8eb250763b4413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6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f8eb250763b441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2023-06-16T08:25:27.3463236Z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