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e14724243c3408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Welche Aufgabe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66 + 11 = 77</w:t>
            </w:r>
          </w:p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6 x 6 + 4 = 40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2020-12-14T10:36:47.2620170Z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