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f2d3b8ecf3c4d3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Welche Aufgabe</w:t>
      </w:r>
    </w:p>
    <w:p>
      <w:pPr>
        <w:pStyle w:val="IQB-Teilaufgabengrafik"/>
      </w:pPr>
      <w:r>
        <w:drawing>
          <wp:inline distT="0" distB="0" distL="0" distR="0">
            <wp:extent cx="5832000" cy="221540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42f8efe369e447ab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215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42f8efe369e447ab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2023-06-16T08:25:31.1122404Z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