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7a60c7a7d534a0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Stellenwert Punkte</w:t>
      </w:r>
    </w:p>
    <w:p>
      <w:pPr>
        <w:pStyle w:val="IQB-Teilaufgabengrafik"/>
      </w:pPr>
      <w:r>
        <w:drawing>
          <wp:inline distT="0" distB="0" distL="0" distR="0">
            <wp:extent cx="5832000" cy="313812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09d9809bcb944e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138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09d9809bcb944e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2023-06-16T08:25:30.9246829Z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