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01e5b0ce21b439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Rechenturm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803 + 8 = 811 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2020-12-14T10:36:46.4025369Z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