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e257ee37b794e3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Rechenturm</w:t>
      </w:r>
    </w:p>
    <w:p>
      <w:pPr>
        <w:pStyle w:val="IQB-Teilaufgabengrafik"/>
      </w:pPr>
      <w:r>
        <w:drawing>
          <wp:inline distT="0" distB="0" distL="0" distR="0">
            <wp:extent cx="5832000" cy="232523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163ba20b00f48b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32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163ba20b00f48b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2023-06-16T08:25:28.4091044Z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