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7ec04d5f25d04d8e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Rechenmuster fortsetzen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3 + 5 + 7 + 9 + 11 = 5 x 7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2020-12-14T10:36:44.3086245Z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