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c1dfa35ec67e4e10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Rechenmuster fortsetzen</w:t>
      </w:r>
    </w:p>
    <w:p>
      <w:pPr>
        <w:pStyle w:val="IQB-Teilaufgabengrafik"/>
      </w:pPr>
      <w:r>
        <w:drawing>
          <wp:inline distT="0" distB="0" distL="0" distR="0">
            <wp:extent cx="5832000" cy="2499429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b1902db1b23645b6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499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b1902db1b23645b6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2023-06-16T08:25:25.3149150Z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