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b3d87d598fe44e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Quadratmuster</w:t>
      </w:r>
    </w:p>
    <w:p>
      <w:pPr>
        <w:pStyle w:val="IQB-Teilaufgabengrafik"/>
      </w:pPr>
      <w:r>
        <w:drawing>
          <wp:inline distT="0" distB="0" distL="0" distR="0">
            <wp:extent cx="5832000" cy="303415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b90a0d6bf2345e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3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b90a0d6bf2345e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2023-06-16T08:25:29.9088363Z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