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3a10d9e86cd47e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Preise zuordnen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5,40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25</w:t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0,40</w:t>
            </w:r>
          </w:p>
        </w:tc>
      </w:tr>
    </w:tbl>
    <w:p>
      <w:pPr>
        <w:pStyle w:val="IQB-Teilaufgabentitel"/>
      </w:pPr>
      <w:r>
        <w:t>Teilaufgabe 4: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28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2020-12-14T10:36:47.4339248Z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