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760d2c32e0d4fc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zuordnen</w:t>
      </w:r>
    </w:p>
    <w:p>
      <w:pPr>
        <w:pStyle w:val="IQB-Teilaufgabengrafik"/>
      </w:pPr>
      <w:r>
        <w:drawing>
          <wp:inline distT="0" distB="0" distL="0" distR="0">
            <wp:extent cx="5832000" cy="382488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a0fd4e406774848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82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a0fd4e40677484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2023-06-16T08:25:31.7215457Z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