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fbc13b68a93442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 / 3,00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2020-12-14T10:36:46.8867792Z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