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b9e4839ebc445ec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Nussecken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22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2020-12-14T10:36:44.4026407Z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