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fdd64ab73bb4a2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Nussecken</w:t>
      </w:r>
    </w:p>
    <w:p>
      <w:pPr>
        <w:pStyle w:val="IQB-Teilaufgabengrafik"/>
      </w:pPr>
      <w:r>
        <w:drawing>
          <wp:inline distT="0" distB="0" distL="0" distR="0">
            <wp:extent cx="5832000" cy="339418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62de2ac5cb94f5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394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62de2ac5cb94f5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2023-06-16T08:25:25.5183054Z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