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5794f5f2db9422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Musterfolge</w:t>
      </w:r>
    </w:p>
    <w:p>
      <w:pPr>
        <w:pStyle w:val="IQB-Teilaufgabengrafik"/>
      </w:pPr>
      <w:r>
        <w:drawing>
          <wp:inline distT="0" distB="0" distL="0" distR="0">
            <wp:extent cx="5832000" cy="24764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0dc2e6a026f4a3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76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0dc2e6a026f4a3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2023-06-16T08:25:29.5183131Z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