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2d6ea6ada374ca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Müsli Zutaten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150 g, 350 g (1. Zeile, 2. und 3.Spalte)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2, 14 (2. Zeile, 1. und 3. Spalte)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100 g, 300 g (3. Zeile, 1. und 2. Spalte)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 l, 7 l (4. Zeile, 2. und 3. Spalte)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2020-12-16T09:04:15.2283516Z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