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26833a9f8004e7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Müsli Zutaten</w:t>
      </w:r>
    </w:p>
    <w:p>
      <w:pPr>
        <w:pStyle w:val="IQB-Teilaufgabengrafik"/>
      </w:pPr>
      <w:r>
        <w:drawing>
          <wp:inline distT="0" distB="0" distL="0" distR="0">
            <wp:extent cx="5832000" cy="413060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6103a20bc7445d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13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6103a20bc7445d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2023-06-16T08:55:31.4669193Z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