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4afa09f4236435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Katzenfutter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2020-12-14T10:36:46.3399145Z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