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8d6ba615f37456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Katzenfutter</w:t>
      </w:r>
    </w:p>
    <w:p>
      <w:pPr>
        <w:pStyle w:val="IQB-Teilaufgabengrafik"/>
      </w:pPr>
      <w:r>
        <w:drawing>
          <wp:inline distT="0" distB="0" distL="0" distR="0">
            <wp:extent cx="5832000" cy="154320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eebf02a1468428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543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7eebf02a14684283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2023-06-16T08:25:28.2060080Z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