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d5a689aee774df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Käse2</w:t>
      </w:r>
    </w:p>
    <w:p>
      <w:pPr>
        <w:pStyle w:val="IQB-Teilaufgabengrafik"/>
      </w:pPr>
      <w:r>
        <w:drawing>
          <wp:inline distT="0" distB="0" distL="0" distR="0">
            <wp:extent cx="5832000" cy="169194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5c6d642486d4f9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91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5c6d642486d4f9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2023-06-16T08:25:29.3000262Z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