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532580e5eaa494c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Käfer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vgl. Lösungsgrafik </w:t>
            </w:r>
            <w:r>
              <w:drawing>
                <wp:inline distT="0" distB="0" distL="0" distR="0">
                  <wp:extent cx="5256000" cy="622870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62d072b5e3bf4ca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622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62d072b5e3bf4cab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2020-12-16T08:15:35.8805217Z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16.12.2020</vt:lpwstr>
  </op:property>
</op:Properties>
</file>