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4d58a595a074b5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Gummibärchentüte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150 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2020-12-14T10:36:47.1457184Z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