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d205933a40074fa2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Gleichung finden 1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6 + 10 = 16</w:t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4 + 12 = 16 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2020-12-14T10:36:46.5742665Z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