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ecd19bb32c4479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Fußgänger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vgl. Lösungsgrafik </w:t>
            </w:r>
            <w:r>
              <w:drawing>
                <wp:inline distT="0" distB="0" distL="0" distR="0">
                  <wp:extent cx="5256000" cy="81058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1d610eff986843a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81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d610eff986843a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2020-12-16T08:15:35.6821710Z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