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aef507dfc1c431e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Finde die Regel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3. Kästchen wurde angekreuzt (jeweils + 5 - 1 rechnen).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2020-12-14T10:36:46.1836099Z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