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da01be8eadc4f2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Finde die Regel</w:t>
      </w:r>
    </w:p>
    <w:p>
      <w:pPr>
        <w:pStyle w:val="IQB-Teilaufgabengrafik"/>
      </w:pPr>
      <w:r>
        <w:drawing>
          <wp:inline distT="0" distB="0" distL="0" distR="0">
            <wp:extent cx="5832000" cy="242921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4ed225f75d44ca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2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94ed225f75d44ca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2023-06-16T08:25:27.7845437Z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