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c7a1fffdb204f7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Bleitstifte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Vgl. Lösungsgrafik </w:t>
            </w:r>
            <w:r>
              <w:drawing>
                <wp:inline distT="0" distB="0" distL="0" distR="0">
                  <wp:extent cx="5256000" cy="802052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83f3bfa70f2d407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802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3f3bfa70f2d407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2020-12-16T08:40:05.2500664Z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